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9357" w:tblpY="2422"/>
        <w:tblOverlap w:val="never"/>
        <w:tblW w:w="1985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5"/>
      </w:tblGrid>
      <w:tr w:rsidR="00466136" w:rsidRPr="007D1FCB" w:rsidTr="008D5A02">
        <w:trPr>
          <w:trHeight w:val="2835"/>
        </w:trPr>
        <w:tc>
          <w:tcPr>
            <w:tcW w:w="2484" w:type="dxa"/>
          </w:tcPr>
          <w:sdt>
            <w:sdtPr>
              <w:alias w:val="Vælg dato"/>
              <w:tag w:val="Vælg dato"/>
              <w:id w:val="-696322164"/>
              <w:placeholder>
                <w:docPart w:val="94704C1ED7A5464FAA6345826EBA6838"/>
              </w:placeholder>
              <w:date w:fullDate="2014-08-20T00:00:00Z">
                <w:dateFormat w:val="d. MMMM yyyy"/>
                <w:lid w:val="da-DK"/>
                <w:storeMappedDataAs w:val="dateTime"/>
                <w:calendar w:val="gregorian"/>
              </w:date>
            </w:sdtPr>
            <w:sdtEndPr/>
            <w:sdtContent>
              <w:p w:rsidR="00F2770A" w:rsidRPr="009E0471" w:rsidRDefault="00322440" w:rsidP="009E0471">
                <w:pPr>
                  <w:pStyle w:val="Hjrespaltetekst"/>
                  <w:rPr>
                    <w:rFonts w:ascii="Garamond" w:hAnsi="Garamond"/>
                    <w:noProof w:val="0"/>
                    <w:color w:val="auto"/>
                    <w:spacing w:val="0"/>
                    <w:sz w:val="22"/>
                  </w:rPr>
                </w:pPr>
                <w:r>
                  <w:t>20. august 2014</w:t>
                </w:r>
              </w:p>
            </w:sdtContent>
          </w:sdt>
          <w:p w:rsidR="0053662E" w:rsidRDefault="00DF0E45" w:rsidP="008D5A02">
            <w:pPr>
              <w:pStyle w:val="Template-Dato"/>
            </w:pPr>
            <w:r>
              <w:t>J.</w:t>
            </w:r>
            <w:r w:rsidR="0053662E">
              <w:t xml:space="preserve">nr. </w:t>
            </w:r>
            <w:bookmarkStart w:id="0" w:name="sagsnr"/>
            <w:bookmarkEnd w:id="0"/>
            <w:r w:rsidR="00322440">
              <w:t>14-2340667</w:t>
            </w:r>
          </w:p>
          <w:p w:rsidR="00081169" w:rsidRPr="00DF0E45" w:rsidRDefault="00081169" w:rsidP="00DF0E45">
            <w:pPr>
              <w:pStyle w:val="Hjrespaltetekst"/>
            </w:pPr>
          </w:p>
          <w:p w:rsidR="00466136" w:rsidRPr="007D1FCB" w:rsidRDefault="00466136" w:rsidP="008D5A02">
            <w:pPr>
              <w:pStyle w:val="Hjrespaltetekst"/>
            </w:pPr>
          </w:p>
        </w:tc>
      </w:tr>
    </w:tbl>
    <w:tbl>
      <w:tblPr>
        <w:tblStyle w:val="Tabel-Gitter"/>
        <w:tblW w:w="7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5"/>
      </w:tblGrid>
      <w:tr w:rsidR="00AD0C8A" w:rsidTr="00AD0C8A">
        <w:trPr>
          <w:trHeight w:val="2750"/>
        </w:trPr>
        <w:tc>
          <w:tcPr>
            <w:tcW w:w="7655" w:type="dxa"/>
            <w:vAlign w:val="bottom"/>
          </w:tcPr>
          <w:p w:rsidR="00AD0C8A" w:rsidRPr="00322440" w:rsidRDefault="00322440" w:rsidP="00322440">
            <w:pPr>
              <w:pStyle w:val="Overskrift1"/>
              <w:outlineLvl w:val="0"/>
              <w:rPr>
                <w:sz w:val="24"/>
                <w:szCs w:val="24"/>
              </w:rPr>
            </w:pPr>
            <w:r w:rsidRPr="00322440">
              <w:rPr>
                <w:sz w:val="24"/>
                <w:szCs w:val="24"/>
              </w:rPr>
              <w:t xml:space="preserve">Høringsliste </w:t>
            </w:r>
            <w:r>
              <w:rPr>
                <w:sz w:val="24"/>
                <w:szCs w:val="24"/>
              </w:rPr>
              <w:t>til</w:t>
            </w:r>
            <w:r w:rsidRPr="00322440">
              <w:rPr>
                <w:sz w:val="24"/>
                <w:szCs w:val="24"/>
              </w:rPr>
              <w:t xml:space="preserve"> forslag til lov om ændring af lov om afgift af elektricitet, personskatteloven og forskellige andre love (Tilb</w:t>
            </w:r>
            <w:r w:rsidRPr="00322440">
              <w:rPr>
                <w:sz w:val="24"/>
                <w:szCs w:val="24"/>
              </w:rPr>
              <w:t>a</w:t>
            </w:r>
            <w:r w:rsidRPr="00322440">
              <w:rPr>
                <w:sz w:val="24"/>
                <w:szCs w:val="24"/>
              </w:rPr>
              <w:t>gerulning af forsyningssikkerhedsafgiften, nedsættelse af e</w:t>
            </w:r>
            <w:r w:rsidRPr="00322440">
              <w:rPr>
                <w:sz w:val="24"/>
                <w:szCs w:val="24"/>
              </w:rPr>
              <w:t>l</w:t>
            </w:r>
            <w:r w:rsidRPr="00322440">
              <w:rPr>
                <w:sz w:val="24"/>
                <w:szCs w:val="24"/>
              </w:rPr>
              <w:t>varmeafgiften, forhøjelse af elafgiften, og tilpasning af afgift</w:t>
            </w:r>
            <w:r w:rsidRPr="00322440">
              <w:rPr>
                <w:sz w:val="24"/>
                <w:szCs w:val="24"/>
              </w:rPr>
              <w:t>s</w:t>
            </w:r>
            <w:r w:rsidRPr="00322440">
              <w:rPr>
                <w:sz w:val="24"/>
                <w:szCs w:val="24"/>
              </w:rPr>
              <w:t>regler for VE-brændsler på baggrund af EU-retten, finansiering af for-syningssikkerhedsafgiften ved forhøjelse af bundska</w:t>
            </w:r>
            <w:r w:rsidRPr="00322440">
              <w:rPr>
                <w:sz w:val="24"/>
                <w:szCs w:val="24"/>
              </w:rPr>
              <w:t>t</w:t>
            </w:r>
            <w:r w:rsidRPr="00322440">
              <w:rPr>
                <w:sz w:val="24"/>
                <w:szCs w:val="24"/>
              </w:rPr>
              <w:t>ten og det skrå skatteloft og nedsættelse af den grønne check samt a</w:t>
            </w:r>
            <w:r w:rsidRPr="00322440">
              <w:rPr>
                <w:sz w:val="24"/>
                <w:szCs w:val="24"/>
              </w:rPr>
              <w:t>f</w:t>
            </w:r>
            <w:r w:rsidRPr="00322440">
              <w:rPr>
                <w:sz w:val="24"/>
                <w:szCs w:val="24"/>
              </w:rPr>
              <w:t>giftsforhøjelse på cigarillos m.v.)</w:t>
            </w:r>
          </w:p>
        </w:tc>
      </w:tr>
    </w:tbl>
    <w:p w:rsidR="00466136" w:rsidRDefault="00466136" w:rsidP="00655B49"/>
    <w:tbl>
      <w:tblPr>
        <w:tblW w:w="1065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5"/>
        <w:gridCol w:w="4973"/>
      </w:tblGrid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da-DK"/>
              </w:rPr>
              <w:t>Organisation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da-DK"/>
              </w:rPr>
              <w:t>Mail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3F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3f@3f.dk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3F Privat Service, Hotel og Restauration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hyperlink r:id="rId8" w:history="1">
              <w:r w:rsidRPr="00322440">
                <w:rPr>
                  <w:rFonts w:ascii="Calibri" w:eastAsia="Times New Roman" w:hAnsi="Calibri" w:cs="Times New Roman"/>
                  <w:color w:val="000000"/>
                  <w:szCs w:val="22"/>
                  <w:lang w:eastAsia="da-DK"/>
                </w:rPr>
                <w:t>john.frederiksen@3f.dk</w:t>
              </w:r>
            </w:hyperlink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Advokatsamfundet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samfund@advokatsamfundet.dk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Affald Plus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hyperlink r:id="rId9" w:history="1">
              <w:r w:rsidRPr="00322440">
                <w:rPr>
                  <w:rFonts w:ascii="Calibri" w:eastAsia="Times New Roman" w:hAnsi="Calibri" w:cs="Times New Roman"/>
                  <w:color w:val="000000"/>
                  <w:szCs w:val="22"/>
                  <w:lang w:eastAsia="da-DK"/>
                </w:rPr>
                <w:t>affaldplus@affaldplus.dk</w:t>
              </w:r>
              <w:r w:rsidRPr="00322440">
                <w:rPr>
                  <w:rFonts w:ascii="Calibri" w:eastAsia="Times New Roman" w:hAnsi="Calibri" w:cs="Times New Roman"/>
                  <w:color w:val="000000"/>
                  <w:szCs w:val="22"/>
                  <w:lang w:eastAsia="da-DK"/>
                </w:rPr>
                <w:br/>
              </w:r>
            </w:hyperlink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Akademikerne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hyperlink r:id="rId10" w:history="1">
              <w:r w:rsidRPr="00322440">
                <w:rPr>
                  <w:rFonts w:ascii="Calibri" w:eastAsia="Times New Roman" w:hAnsi="Calibri" w:cs="Times New Roman"/>
                  <w:color w:val="000000"/>
                  <w:szCs w:val="22"/>
                  <w:lang w:eastAsia="da-DK"/>
                </w:rPr>
                <w:t>ac@ac.dk</w:t>
              </w:r>
            </w:hyperlink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Aluminium Danmark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hyperlink r:id="rId11" w:history="1">
              <w:r w:rsidRPr="00322440">
                <w:rPr>
                  <w:rFonts w:ascii="Calibri" w:eastAsia="Times New Roman" w:hAnsi="Calibri" w:cs="Times New Roman"/>
                  <w:color w:val="000000"/>
                  <w:szCs w:val="22"/>
                  <w:lang w:eastAsia="da-DK"/>
                </w:rPr>
                <w:t>jh@alu.dk</w:t>
              </w:r>
            </w:hyperlink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proofErr w:type="spellStart"/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AmCham</w:t>
            </w:r>
            <w:proofErr w:type="spellEnd"/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 xml:space="preserve"> Denmark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 xml:space="preserve">mail@amcham.dk  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Arbejderbevægelsens Erhvervsråd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hyperlink r:id="rId12" w:history="1">
              <w:r w:rsidRPr="00322440">
                <w:rPr>
                  <w:rFonts w:ascii="Calibri" w:eastAsia="Times New Roman" w:hAnsi="Calibri" w:cs="Times New Roman"/>
                  <w:color w:val="000000"/>
                  <w:szCs w:val="22"/>
                  <w:lang w:eastAsia="da-DK"/>
                </w:rPr>
                <w:t>ae@ae.dk</w:t>
              </w:r>
            </w:hyperlink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ARI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hyperlink r:id="rId13" w:history="1">
              <w:r w:rsidRPr="00322440">
                <w:rPr>
                  <w:rFonts w:ascii="Calibri" w:eastAsia="Times New Roman" w:hAnsi="Calibri" w:cs="Times New Roman"/>
                  <w:color w:val="000000"/>
                  <w:szCs w:val="22"/>
                  <w:lang w:eastAsia="da-DK"/>
                </w:rPr>
                <w:t>ari@di.dk</w:t>
              </w:r>
            </w:hyperlink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ATP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hyperlink r:id="rId14" w:history="1">
              <w:r w:rsidRPr="00322440">
                <w:rPr>
                  <w:rFonts w:ascii="Calibri" w:eastAsia="Times New Roman" w:hAnsi="Calibri" w:cs="Times New Roman"/>
                  <w:color w:val="000000"/>
                  <w:szCs w:val="22"/>
                  <w:lang w:eastAsia="da-DK"/>
                </w:rPr>
                <w:t>Pote@atp.dk</w:t>
              </w:r>
            </w:hyperlink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Biobrændselsforeningen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poulhenning@sejthen.eu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Blik- og Rørarbejderforbundet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hyperlink r:id="rId15" w:history="1">
              <w:r w:rsidRPr="00322440">
                <w:rPr>
                  <w:rFonts w:ascii="Calibri" w:eastAsia="Times New Roman" w:hAnsi="Calibri" w:cs="Times New Roman"/>
                  <w:color w:val="000000"/>
                  <w:szCs w:val="22"/>
                  <w:lang w:eastAsia="da-DK"/>
                </w:rPr>
                <w:t>forbundet@blikroer.dk</w:t>
              </w:r>
            </w:hyperlink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Borger- og retssikkerhedschefen</w:t>
            </w:r>
          </w:p>
        </w:tc>
        <w:tc>
          <w:tcPr>
            <w:tcW w:w="4973" w:type="dxa"/>
            <w:shd w:val="clear" w:color="auto" w:fill="auto"/>
            <w:noWrap/>
            <w:vAlign w:val="bottom"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hyperlink r:id="rId16" w:history="1">
              <w:r w:rsidRPr="00322440">
                <w:rPr>
                  <w:rFonts w:ascii="Calibri" w:eastAsia="Times New Roman" w:hAnsi="Calibri" w:cs="Times New Roman"/>
                  <w:szCs w:val="22"/>
                  <w:lang w:eastAsia="da-DK"/>
                </w:rPr>
                <w:t>margrethe.noergaard@skat.dk</w:t>
              </w:r>
            </w:hyperlink>
            <w:r w:rsidRPr="00322440">
              <w:rPr>
                <w:rFonts w:ascii="Calibri" w:eastAsia="Times New Roman" w:hAnsi="Calibri" w:cs="Times New Roman"/>
                <w:szCs w:val="22"/>
                <w:lang w:eastAsia="da-DK"/>
              </w:rPr>
              <w:t>; retssikke</w:t>
            </w:r>
            <w:r w:rsidRPr="00322440">
              <w:rPr>
                <w:rFonts w:ascii="Calibri" w:eastAsia="Times New Roman" w:hAnsi="Calibri" w:cs="Times New Roman"/>
                <w:szCs w:val="22"/>
                <w:lang w:eastAsia="da-DK"/>
              </w:rPr>
              <w:t>r</w:t>
            </w:r>
            <w:r w:rsidRPr="00322440">
              <w:rPr>
                <w:rFonts w:ascii="Calibri" w:eastAsia="Times New Roman" w:hAnsi="Calibri" w:cs="Times New Roman"/>
                <w:szCs w:val="22"/>
                <w:lang w:eastAsia="da-DK"/>
              </w:rPr>
              <w:t>hed@skat.dk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Brancheforeningen for Biogas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biogas@lf.dk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Brancheforeningen for Decentral Kraftvarme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mail@brancheforeningenkraftvarme.dk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Brancheforeningen for Husstandsvindmøller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mail@husstandsvindmolle.org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Business Danmark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info@businessdanmark.dk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Børsmæglerforeningen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mail@dbmf.dk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CAD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hyperlink r:id="rId17" w:history="1">
              <w:r w:rsidRPr="00322440">
                <w:rPr>
                  <w:rFonts w:ascii="Calibri" w:eastAsia="Times New Roman" w:hAnsi="Calibri" w:cs="Times New Roman"/>
                  <w:color w:val="000000"/>
                  <w:szCs w:val="22"/>
                  <w:lang w:eastAsia="da-DK"/>
                </w:rPr>
                <w:t>cad@cad.dk</w:t>
              </w:r>
            </w:hyperlink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CEPOS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info@cepos.dk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proofErr w:type="spellStart"/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Cevea</w:t>
            </w:r>
            <w:proofErr w:type="spellEnd"/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cevea@cevea.dk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DAKOFA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dakofa@dakofa.dk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 xml:space="preserve">Danish </w:t>
            </w:r>
            <w:proofErr w:type="spellStart"/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Export</w:t>
            </w:r>
            <w:proofErr w:type="spellEnd"/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 xml:space="preserve"> Association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hyperlink r:id="rId18" w:history="1">
              <w:r w:rsidRPr="00322440">
                <w:rPr>
                  <w:rFonts w:ascii="Calibri" w:eastAsia="Times New Roman" w:hAnsi="Calibri" w:cs="Times New Roman"/>
                  <w:color w:val="000000"/>
                  <w:szCs w:val="22"/>
                  <w:lang w:eastAsia="da-DK"/>
                </w:rPr>
                <w:t>export@dk-export.dk</w:t>
              </w:r>
            </w:hyperlink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Danish Operators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info@danishoperators.com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Danmarks Fiskeriforening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 xml:space="preserve">mail@dkfisk.dk 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Danmarks Jordbrugsforskning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dca@agrsci.au.dk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Danmarks Naturfredningsforening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dn@dn.dk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Danmarks Rederiforening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info@shipowners.dk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Danmarks Rejsebureau Forening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drf@travelassoc.dk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Danmarks Skibskreditfond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danmarks@skibskredit.dk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lastRenderedPageBreak/>
              <w:t>Danmarks Vindmølleforening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info@dkvind.dk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Dansk Affaldsforening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mail@danskaffaldsforening.dk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Dansk Aktionærforening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daf@shareholders.dk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Dansk Arbejdsgiverforening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da@da.dk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Danske Biobrændsels- og Kulimportørers Association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hyperlink r:id="rId19" w:history="1">
              <w:r w:rsidRPr="00322440">
                <w:rPr>
                  <w:rFonts w:ascii="Calibri" w:eastAsia="Times New Roman" w:hAnsi="Calibri" w:cs="Times New Roman"/>
                  <w:color w:val="000000"/>
                  <w:szCs w:val="22"/>
                  <w:lang w:eastAsia="da-DK"/>
                </w:rPr>
                <w:t>thh@dlg.dk</w:t>
              </w:r>
            </w:hyperlink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Dansk Byggeri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info@danskbyggeri.dk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Dansk Dagligvareleverandørforening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hyperlink r:id="rId20" w:history="1">
              <w:r w:rsidRPr="00322440">
                <w:rPr>
                  <w:rFonts w:ascii="Calibri" w:eastAsia="Times New Roman" w:hAnsi="Calibri" w:cs="Times New Roman"/>
                  <w:color w:val="000000"/>
                  <w:szCs w:val="22"/>
                  <w:lang w:eastAsia="da-DK"/>
                </w:rPr>
                <w:t>info@dagligvareleverandorerne.dk</w:t>
              </w:r>
            </w:hyperlink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Dansk Energi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info@danskenergi.dk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Dansk Erhverv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hoeringssager@danskerhverv.dk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Dansk Fjernvarme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mail@danskfjernvarme.dk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Dansk Funktionærforbund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service@forbundet.dk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Dansk Gartneri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danskgartneri@danskgartneri.dk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Dansk Gasteknisk Center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 xml:space="preserve">dgc@dgc.dk 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Dansk Iværksætterforening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info@d-i-f.dk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Dansk Journalistforbund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 xml:space="preserve"> dj@journalistforbundet.dk 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Dansk Landbrugsrådgivning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skat@landscentret.dk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Dansk Metal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metal@danskmetal.dk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 xml:space="preserve">Dansk </w:t>
            </w:r>
            <w:proofErr w:type="spellStart"/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Methanolforening</w:t>
            </w:r>
            <w:proofErr w:type="spellEnd"/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hyperlink r:id="rId21" w:history="1">
              <w:r w:rsidRPr="00322440">
                <w:rPr>
                  <w:rFonts w:ascii="Calibri" w:eastAsia="Times New Roman" w:hAnsi="Calibri" w:cs="Times New Roman"/>
                  <w:color w:val="000000"/>
                  <w:szCs w:val="22"/>
                  <w:lang w:eastAsia="da-DK"/>
                </w:rPr>
                <w:t>methanolassociation@gmail.com</w:t>
              </w:r>
            </w:hyperlink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 xml:space="preserve">Dansk Mode og </w:t>
            </w:r>
            <w:proofErr w:type="spellStart"/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Textil</w:t>
            </w:r>
            <w:proofErr w:type="spellEnd"/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hyperlink r:id="rId22" w:history="1">
              <w:r w:rsidRPr="00322440">
                <w:rPr>
                  <w:rFonts w:ascii="Calibri" w:eastAsia="Times New Roman" w:hAnsi="Calibri" w:cs="Times New Roman"/>
                  <w:color w:val="000000"/>
                  <w:szCs w:val="22"/>
                  <w:lang w:eastAsia="da-DK"/>
                </w:rPr>
                <w:t>info@dmogt.dk</w:t>
              </w:r>
            </w:hyperlink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Dansk Retursystem A/S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info@dansk-retursystem.dk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Dansk Skovforening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info@skovforeningen.dk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Dansk Solcelleforening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sekretariat@solcelleforening.dk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Dansk Told- og Skatteforbund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dts@dts.dk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Danske Advokater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mail@danskeadvokater.dk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Danske Halmleverandører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hyperlink r:id="rId23" w:history="1">
              <w:r w:rsidRPr="00322440">
                <w:rPr>
                  <w:rFonts w:ascii="Calibri" w:eastAsia="Times New Roman" w:hAnsi="Calibri" w:cs="Times New Roman"/>
                  <w:color w:val="000000"/>
                  <w:szCs w:val="22"/>
                  <w:lang w:eastAsia="da-DK"/>
                </w:rPr>
                <w:t>thl@lf.dk</w:t>
              </w:r>
            </w:hyperlink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Danske Havne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danskehavne@danskehavne.dk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Danske Maritime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info@danskemaritime.dk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Danske Regioner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regioner@regioner.dk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Danske Speditører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info@dasp.dk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DANVA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danva@danva.dk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De Samvirkende Købmænd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dsk@dsk.dk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Den Danske Dommerforening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hyperlink r:id="rId24" w:history="1">
              <w:r w:rsidRPr="00322440">
                <w:rPr>
                  <w:rFonts w:ascii="Calibri" w:eastAsia="Times New Roman" w:hAnsi="Calibri" w:cs="Times New Roman"/>
                  <w:color w:val="000000"/>
                  <w:szCs w:val="22"/>
                  <w:lang w:eastAsia="da-DK"/>
                </w:rPr>
                <w:t>MikaelSjoberg@OestreLandsret.dk; dommerforeni</w:t>
              </w:r>
              <w:r w:rsidRPr="00322440">
                <w:rPr>
                  <w:rFonts w:ascii="Calibri" w:eastAsia="Times New Roman" w:hAnsi="Calibri" w:cs="Times New Roman"/>
                  <w:color w:val="000000"/>
                  <w:szCs w:val="22"/>
                  <w:lang w:eastAsia="da-DK"/>
                </w:rPr>
                <w:t>n</w:t>
              </w:r>
              <w:r w:rsidRPr="00322440">
                <w:rPr>
                  <w:rFonts w:ascii="Calibri" w:eastAsia="Times New Roman" w:hAnsi="Calibri" w:cs="Times New Roman"/>
                  <w:color w:val="000000"/>
                  <w:szCs w:val="22"/>
                  <w:lang w:eastAsia="da-DK"/>
                </w:rPr>
                <w:t>gen@gmail.dk</w:t>
              </w:r>
            </w:hyperlink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Den Danske Fondsmæglerforening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info@fondsmaeglerforeningen.dk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Den Danske Skatteborgerforening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info@skatteborgerne.dk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Det Økologiske Råd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 xml:space="preserve">info@ecocouncil.dk  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DI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DE68F3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skatafd@di.dk</w:t>
            </w:r>
            <w:bookmarkStart w:id="1" w:name="_GoBack"/>
            <w:bookmarkEnd w:id="1"/>
            <w:r w:rsidR="00322440"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 xml:space="preserve">; di@di.dk  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DI Transport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transport@di.dk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Digitaliseringsstyrelsen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 xml:space="preserve">digst@digst.dk 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Dommerfuldmægtigforeningen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 xml:space="preserve">hoeringer@dommerfm.dk 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Domstolsstyrelsen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post@domstolsstyrelsen.dk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DTL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dtl@dtl.eu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lastRenderedPageBreak/>
              <w:t>DTU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hyperlink r:id="rId25" w:history="1">
              <w:r w:rsidRPr="00322440">
                <w:rPr>
                  <w:rFonts w:ascii="Calibri" w:eastAsia="Times New Roman" w:hAnsi="Calibri" w:cs="Times New Roman"/>
                  <w:color w:val="000000"/>
                  <w:szCs w:val="22"/>
                  <w:lang w:eastAsia="da-DK"/>
                </w:rPr>
                <w:t>dtu@dtu.dk</w:t>
              </w:r>
            </w:hyperlink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DVCA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dvca@dvca.dk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Ejendomsforeningen Danmark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info@ejendomsforeningen.dk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Eksportrådet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eksportraadet@um.dk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proofErr w:type="spellStart"/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EmballageIndustrien</w:t>
            </w:r>
            <w:proofErr w:type="spellEnd"/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info@emballageindustrien.dk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Energi Danmark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ed@energidanmark.dk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Energi- og Olieforum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eof@eof.dk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Energiforum Danmark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info@energiforumdanmark.dk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Energiklagenævnet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ekn@ekn.dk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Energinet.dk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info@energinet.dk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Energistyrelsen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ens@ens.dk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Energitilsynet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post@energitilsynet.dk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Erhvervsstyrelsen – Team Effektiv Regulering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letbyrder@erst.dk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Finans og Leasing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hyperlink r:id="rId26" w:history="1">
              <w:r w:rsidRPr="00322440">
                <w:rPr>
                  <w:rFonts w:ascii="Calibri" w:eastAsia="Times New Roman" w:hAnsi="Calibri" w:cs="Times New Roman"/>
                  <w:color w:val="000000"/>
                  <w:szCs w:val="22"/>
                  <w:lang w:eastAsia="da-DK"/>
                </w:rPr>
                <w:t>post@finansogleasing.dk</w:t>
              </w:r>
            </w:hyperlink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Finansrådet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mail@finansraadet.dk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FOA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foa@foa.dk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FORCE Technology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info@forcetechnology.com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Foreningen af Rådgivende Ingeniører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fri@frinet.dk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Foreningen Danske Kraftvarmeværker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mail@fdkv.dk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Foreningen Danske Revisorer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hyperlink r:id="rId27" w:history="1">
              <w:r w:rsidRPr="00322440">
                <w:rPr>
                  <w:rFonts w:ascii="Calibri" w:eastAsia="Times New Roman" w:hAnsi="Calibri" w:cs="Times New Roman"/>
                  <w:color w:val="000000"/>
                  <w:szCs w:val="22"/>
                  <w:lang w:eastAsia="da-DK"/>
                </w:rPr>
                <w:t>fdr@fdr.dk</w:t>
              </w:r>
            </w:hyperlink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Foreningen for Danske Biogasanlæg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hyperlink r:id="rId28" w:history="1">
              <w:r w:rsidRPr="00322440">
                <w:rPr>
                  <w:rFonts w:ascii="Calibri" w:eastAsia="Times New Roman" w:hAnsi="Calibri" w:cs="Times New Roman"/>
                  <w:color w:val="000000"/>
                  <w:szCs w:val="22"/>
                  <w:lang w:eastAsia="da-DK"/>
                </w:rPr>
                <w:t>aksel@toldergaard.dk</w:t>
              </w:r>
            </w:hyperlink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Foreningen til Søfartens Fremme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info@soefart-frem.dk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Forsikring &amp; Pension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fp@forsikringogpension.dk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Forsikringsmæglerforeningen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hyperlink r:id="rId29" w:history="1">
              <w:r w:rsidRPr="00322440">
                <w:rPr>
                  <w:rFonts w:ascii="Calibri" w:eastAsia="Times New Roman" w:hAnsi="Calibri" w:cs="Times New Roman"/>
                  <w:color w:val="000000"/>
                  <w:szCs w:val="22"/>
                  <w:lang w:eastAsia="da-DK"/>
                </w:rPr>
                <w:t>fk@fmk.dk; fmf@fmf.dk</w:t>
              </w:r>
            </w:hyperlink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Frie Funktionærer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fifu@f-f.dk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FSE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fse@fse.dk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FSR - danske revisorer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fsr@fsr.dk; mbl@fsr.dk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FTF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ftf@ftf.dk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HK-Kommunal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01jbs@hk.dk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HK-Privat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44MSJ@hk.dk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HOFOR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hyperlink r:id="rId30" w:tooltip=" Send mail " w:history="1">
              <w:r w:rsidRPr="00322440">
                <w:rPr>
                  <w:rFonts w:ascii="Calibri" w:eastAsia="Times New Roman" w:hAnsi="Calibri" w:cs="Times New Roman"/>
                  <w:color w:val="000000"/>
                  <w:szCs w:val="22"/>
                  <w:lang w:eastAsia="da-DK"/>
                </w:rPr>
                <w:t>hofor@hofor.dk</w:t>
              </w:r>
            </w:hyperlink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HORESTA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hyperlink r:id="rId31" w:history="1">
              <w:r w:rsidRPr="00322440">
                <w:rPr>
                  <w:rFonts w:ascii="Calibri" w:eastAsia="Times New Roman" w:hAnsi="Calibri" w:cs="Times New Roman"/>
                  <w:color w:val="000000"/>
                  <w:szCs w:val="22"/>
                  <w:lang w:eastAsia="da-DK"/>
                </w:rPr>
                <w:t>hoering@horesta.dk</w:t>
              </w:r>
            </w:hyperlink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Håndværksrådet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hvr@hvr.dk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Ingeniørforeningen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ida@ida.dk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International Transport Danmark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itd@itd.dk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InvesteringsForeningsRådet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info@ifr.dk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KL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hyperlink r:id="rId32" w:history="1">
              <w:r w:rsidRPr="00322440">
                <w:rPr>
                  <w:rFonts w:ascii="Calibri" w:eastAsia="Times New Roman" w:hAnsi="Calibri" w:cs="Times New Roman"/>
                  <w:color w:val="000000"/>
                  <w:szCs w:val="22"/>
                  <w:lang w:eastAsia="da-DK"/>
                </w:rPr>
                <w:t>kl@kl.dk</w:t>
              </w:r>
            </w:hyperlink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Kommunernes Revision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hyperlink r:id="rId33" w:history="1">
              <w:r w:rsidRPr="00322440">
                <w:rPr>
                  <w:rFonts w:ascii="Calibri" w:eastAsia="Times New Roman" w:hAnsi="Calibri" w:cs="Times New Roman"/>
                  <w:color w:val="000000"/>
                  <w:szCs w:val="22"/>
                  <w:lang w:eastAsia="da-DK"/>
                </w:rPr>
                <w:t>lg@kr.dk</w:t>
              </w:r>
            </w:hyperlink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Konkurrence- og Forbrugerstyrelsen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hyperlink r:id="rId34" w:history="1">
              <w:r w:rsidRPr="00322440">
                <w:rPr>
                  <w:rFonts w:ascii="Calibri" w:eastAsia="Times New Roman" w:hAnsi="Calibri" w:cs="Times New Roman"/>
                  <w:color w:val="000000"/>
                  <w:szCs w:val="22"/>
                  <w:lang w:eastAsia="da-DK"/>
                </w:rPr>
                <w:t>kfst@kfst.dk</w:t>
              </w:r>
            </w:hyperlink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Kraka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kontakt@kraka.org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Kræftens Bekæmpelse</w:t>
            </w:r>
          </w:p>
        </w:tc>
        <w:tc>
          <w:tcPr>
            <w:tcW w:w="4973" w:type="dxa"/>
            <w:shd w:val="clear" w:color="auto" w:fill="auto"/>
            <w:noWrap/>
            <w:vAlign w:val="bottom"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info@cancer.dk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Landbrug &amp; Fødevarer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info@lf.dk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lastRenderedPageBreak/>
              <w:t>Landsforeningen for Bæredygtigt Landbrug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info@baeredygtigtlandbrug.dk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Landsskatteretten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hyperlink r:id="rId35" w:history="1">
              <w:r w:rsidRPr="00322440">
                <w:rPr>
                  <w:rFonts w:ascii="Calibri" w:eastAsia="Times New Roman" w:hAnsi="Calibri" w:cs="Times New Roman"/>
                  <w:color w:val="000000"/>
                  <w:szCs w:val="22"/>
                  <w:lang w:eastAsia="da-DK"/>
                </w:rPr>
                <w:t>sanst@sanst.dk</w:t>
              </w:r>
            </w:hyperlink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Ledernes Hovedorganisation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hyperlink r:id="rId36" w:history="1">
              <w:r w:rsidRPr="00322440">
                <w:rPr>
                  <w:rFonts w:ascii="Calibri" w:eastAsia="Times New Roman" w:hAnsi="Calibri" w:cs="Times New Roman"/>
                  <w:color w:val="000000"/>
                  <w:szCs w:val="22"/>
                  <w:lang w:eastAsia="da-DK"/>
                </w:rPr>
                <w:t>lederne@lederne.dk</w:t>
              </w:r>
            </w:hyperlink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LO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lo@lo.dk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Lokale Pengeinstitutter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sekretariatet@lopi.dk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Miljøstyrelsen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mst@mst.dk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Mineralolie Brancheforeningen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mb-miljoepuljen@live.dk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Moderniseringsstyrelsen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 xml:space="preserve">modst@modst.dk 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val="en-US"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val="en-US" w:eastAsia="da-DK"/>
              </w:rPr>
              <w:t>Nasdaq OMX Copenhagen A/S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copenhagen@nasdaqomx.com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Nationalbanken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nationalbanken@nationalbanken.dk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Nationalt Center for Miljø og Energi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dce@au.dk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Naturstyrelsen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nst@nst.dk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Noah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noah@noah.dk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Nordisk Folkecenter for Vedvarende Energi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info@folkecenter.dk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Nærbutikkernes Landsforening</w:t>
            </w:r>
          </w:p>
        </w:tc>
        <w:tc>
          <w:tcPr>
            <w:tcW w:w="4973" w:type="dxa"/>
            <w:shd w:val="clear" w:color="auto" w:fill="auto"/>
            <w:noWrap/>
            <w:vAlign w:val="bottom"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info@nbl-landsforening.dk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Plastindustrien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pd@plast.dk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Realkreditforeningen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mail@realkreditforeningen.dk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Realkreditrådet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rr@realkreditraadet.dk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Rejsearbejdere.dk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h.e.meyer@post.tele.dk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Rejsearrangører i Danmark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info@rejsearrangorer.dk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Restaurationsbranchen.dk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kontakt@restaurationsbranchen.dk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Sammenslutningen af Landbrugets Arbejdsgiverforeninger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hyperlink r:id="rId37" w:history="1">
              <w:r w:rsidRPr="00322440">
                <w:rPr>
                  <w:rFonts w:ascii="Calibri" w:eastAsia="Times New Roman" w:hAnsi="Calibri" w:cs="Times New Roman"/>
                  <w:color w:val="000000"/>
                  <w:szCs w:val="22"/>
                  <w:lang w:eastAsia="da-DK"/>
                </w:rPr>
                <w:t>info@sala.dk</w:t>
              </w:r>
            </w:hyperlink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Sammenslutningen af Mindre Erhvervsfartøjer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info@smedanmark.dk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Sammensluttede Danske Energiforbrugere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sde@energiforbrugeren.dk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Samvirkende Energi- og Miljøkontorer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hyperlink r:id="rId38" w:history="1">
              <w:r w:rsidRPr="00322440">
                <w:rPr>
                  <w:rFonts w:ascii="Calibri" w:eastAsia="Times New Roman" w:hAnsi="Calibri" w:cs="Times New Roman"/>
                  <w:color w:val="000000"/>
                  <w:szCs w:val="22"/>
                  <w:lang w:eastAsia="da-DK"/>
                </w:rPr>
                <w:t>sek@sek.dk</w:t>
              </w:r>
            </w:hyperlink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Sikkerhedsstyrelsen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hyperlink r:id="rId39" w:history="1">
              <w:r w:rsidRPr="00322440">
                <w:rPr>
                  <w:rFonts w:ascii="Calibri" w:eastAsia="Times New Roman" w:hAnsi="Calibri" w:cs="Times New Roman"/>
                  <w:color w:val="000000"/>
                  <w:szCs w:val="22"/>
                  <w:lang w:eastAsia="da-DK"/>
                </w:rPr>
                <w:t>sik@sik.dk</w:t>
              </w:r>
            </w:hyperlink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SKAT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hyperlink r:id="rId40" w:history="1">
              <w:r w:rsidRPr="00322440">
                <w:rPr>
                  <w:rFonts w:ascii="Calibri" w:eastAsia="Times New Roman" w:hAnsi="Calibri" w:cs="Times New Roman"/>
                  <w:color w:val="000000"/>
                  <w:szCs w:val="22"/>
                  <w:lang w:eastAsia="da-DK"/>
                </w:rPr>
                <w:t>juraskat@skat.dk</w:t>
              </w:r>
            </w:hyperlink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Skatteankestyrelsen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sanst@sanst.dk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SRF Skattefaglig Forening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jesper</w:t>
            </w:r>
            <w:proofErr w:type="gramStart"/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.Kiholm</w:t>
            </w:r>
            <w:proofErr w:type="gramEnd"/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@skat.dk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Søfartens Ledere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mail@soefartens.org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Søfartsstyrelsen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sfs@dma.dk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Tobaksindustrien</w:t>
            </w:r>
          </w:p>
        </w:tc>
        <w:tc>
          <w:tcPr>
            <w:tcW w:w="4973" w:type="dxa"/>
            <w:shd w:val="clear" w:color="auto" w:fill="auto"/>
            <w:noWrap/>
            <w:vAlign w:val="bottom"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jh@tobaksindustrien.dk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Tobaksproducenterne</w:t>
            </w:r>
          </w:p>
        </w:tc>
        <w:tc>
          <w:tcPr>
            <w:tcW w:w="4973" w:type="dxa"/>
            <w:shd w:val="clear" w:color="auto" w:fill="auto"/>
            <w:noWrap/>
            <w:vAlign w:val="bottom"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info@tobaksproducenterne.dk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Vedvarende Energi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 xml:space="preserve">ab@ve.dk 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VELTEK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veltek@veltek.dk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proofErr w:type="spellStart"/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Videncentret</w:t>
            </w:r>
            <w:proofErr w:type="spellEnd"/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 xml:space="preserve"> for Landbrug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vfl@vfl.dk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Vindmølleindustrien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danish@windpower.org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WWF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hyperlink r:id="rId41" w:history="1">
              <w:r w:rsidRPr="00322440">
                <w:rPr>
                  <w:rFonts w:ascii="Calibri" w:eastAsia="Times New Roman" w:hAnsi="Calibri" w:cs="Times New Roman"/>
                  <w:color w:val="000000"/>
                  <w:szCs w:val="22"/>
                  <w:lang w:eastAsia="da-DK"/>
                </w:rPr>
                <w:t>wwf@wwf.dk</w:t>
              </w:r>
            </w:hyperlink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Ældresagen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aeldresagen@aeldresagen.dk</w:t>
            </w:r>
          </w:p>
        </w:tc>
      </w:tr>
      <w:tr w:rsidR="00322440" w:rsidRPr="00322440" w:rsidTr="00DB6C88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Økologisk Landsforening</w:t>
            </w:r>
          </w:p>
        </w:tc>
        <w:tc>
          <w:tcPr>
            <w:tcW w:w="4973" w:type="dxa"/>
            <w:shd w:val="clear" w:color="auto" w:fill="auto"/>
            <w:noWrap/>
            <w:vAlign w:val="bottom"/>
            <w:hideMark/>
          </w:tcPr>
          <w:p w:rsidR="00322440" w:rsidRPr="00322440" w:rsidRDefault="00322440" w:rsidP="00322440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22440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info@okologi.dk</w:t>
            </w:r>
          </w:p>
        </w:tc>
      </w:tr>
    </w:tbl>
    <w:p w:rsidR="00503680" w:rsidRDefault="00503680" w:rsidP="00801F34"/>
    <w:sectPr w:rsidR="00503680" w:rsidSect="00207BEC">
      <w:headerReference w:type="even" r:id="rId42"/>
      <w:headerReference w:type="default" r:id="rId43"/>
      <w:footerReference w:type="even" r:id="rId44"/>
      <w:footerReference w:type="default" r:id="rId45"/>
      <w:headerReference w:type="first" r:id="rId46"/>
      <w:footerReference w:type="first" r:id="rId47"/>
      <w:pgSz w:w="11906" w:h="16838" w:code="9"/>
      <w:pgMar w:top="2381" w:right="3119" w:bottom="1701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3BA" w:rsidRDefault="00D363BA" w:rsidP="009E4B94">
      <w:pPr>
        <w:spacing w:line="240" w:lineRule="auto"/>
      </w:pPr>
      <w:r>
        <w:separator/>
      </w:r>
    </w:p>
  </w:endnote>
  <w:endnote w:type="continuationSeparator" w:id="0">
    <w:p w:rsidR="00D363BA" w:rsidRDefault="00D363BA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77769AD" wp14:editId="7B1DD9C7">
              <wp:simplePos x="0" y="0"/>
              <wp:positionH relativeFrom="rightMargin">
                <wp:posOffset>363855</wp:posOffset>
              </wp:positionH>
              <wp:positionV relativeFrom="page">
                <wp:posOffset>10002520</wp:posOffset>
              </wp:positionV>
              <wp:extent cx="1249680" cy="542925"/>
              <wp:effectExtent l="0" t="0" r="762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81D83" w:rsidRPr="00094ABD" w:rsidRDefault="00706E32" w:rsidP="001E79D1">
                          <w:pPr>
                            <w:rPr>
                              <w:rStyle w:val="Sidetal"/>
                            </w:rPr>
                          </w:pPr>
                          <w:r>
                            <w:rPr>
                              <w:rStyle w:val="Sidetal"/>
                            </w:rPr>
                            <w:t>Sid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e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DE68F3">
                            <w:rPr>
                              <w:rStyle w:val="Sidetal"/>
                              <w:noProof/>
                            </w:rPr>
                            <w:t>4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 </w:t>
                          </w:r>
                          <w:r>
                            <w:rPr>
                              <w:rStyle w:val="Sidetal"/>
                            </w:rPr>
                            <w:t>a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f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DE68F3">
                            <w:rPr>
                              <w:rStyle w:val="Sidetal"/>
                              <w:noProof/>
                            </w:rPr>
                            <w:t>4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8.65pt;margin-top:787.6pt;width:98.4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" filled="f" stroked="f" strokeweight=".5pt">
              <v:textbox style="mso-fit-shape-to-text:t" inset="0,0,0,0">
                <w:txbxContent>
                  <w:p w:rsidR="00681D83" w:rsidRPr="00094ABD" w:rsidRDefault="00706E32" w:rsidP="001E79D1">
                    <w:pPr>
                      <w:rPr>
                        <w:rStyle w:val="Sidetal"/>
                      </w:rPr>
                    </w:pPr>
                    <w:r>
                      <w:rPr>
                        <w:rStyle w:val="Sidetal"/>
                      </w:rPr>
                      <w:t>Sid</w:t>
                    </w:r>
                    <w:r w:rsidR="00681D83" w:rsidRPr="00094ABD">
                      <w:rPr>
                        <w:rStyle w:val="Sidetal"/>
                      </w:rPr>
                      <w:t xml:space="preserve">e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PAGE 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DE68F3">
                      <w:rPr>
                        <w:rStyle w:val="Sidetal"/>
                        <w:noProof/>
                      </w:rPr>
                      <w:t>4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  <w:r w:rsidR="00681D83" w:rsidRPr="00094ABD">
                      <w:rPr>
                        <w:rStyle w:val="Sidetal"/>
                      </w:rPr>
                      <w:t xml:space="preserve"> </w:t>
                    </w:r>
                    <w:r>
                      <w:rPr>
                        <w:rStyle w:val="Sidetal"/>
                      </w:rPr>
                      <w:t>a</w:t>
                    </w:r>
                    <w:r w:rsidR="00681D83" w:rsidRPr="00094ABD">
                      <w:rPr>
                        <w:rStyle w:val="Sidetal"/>
                      </w:rPr>
                      <w:t xml:space="preserve">f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SECTIONPAGES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DE68F3">
                      <w:rPr>
                        <w:rStyle w:val="Sidetal"/>
                        <w:noProof/>
                      </w:rPr>
                      <w:t>4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C51167">
      <w:rPr>
        <w:noProof/>
        <w:lang w:eastAsia="da-DK"/>
      </w:rPr>
      <w:drawing>
        <wp:anchor distT="0" distB="0" distL="114300" distR="114300" simplePos="0" relativeHeight="251669504" behindDoc="0" locked="0" layoutInCell="1" allowOverlap="1" wp14:anchorId="43388F85" wp14:editId="6BE6AE44">
          <wp:simplePos x="0" y="0"/>
          <wp:positionH relativeFrom="page">
            <wp:posOffset>5929630</wp:posOffset>
          </wp:positionH>
          <wp:positionV relativeFrom="page">
            <wp:posOffset>10261600</wp:posOffset>
          </wp:positionV>
          <wp:extent cx="1270800" cy="792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B94" w:rsidRPr="00094ABD" w:rsidRDefault="000C4289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67456" behindDoc="0" locked="0" layoutInCell="1" allowOverlap="1" wp14:anchorId="1E984082" wp14:editId="51EF7EE3">
          <wp:simplePos x="0" y="0"/>
          <wp:positionH relativeFrom="page">
            <wp:posOffset>5930900</wp:posOffset>
          </wp:positionH>
          <wp:positionV relativeFrom="page">
            <wp:posOffset>10261600</wp:posOffset>
          </wp:positionV>
          <wp:extent cx="1270800" cy="79425"/>
          <wp:effectExtent l="0" t="0" r="571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3BA" w:rsidRDefault="00D363BA" w:rsidP="009E4B94">
      <w:pPr>
        <w:spacing w:line="240" w:lineRule="auto"/>
      </w:pPr>
      <w:r>
        <w:separator/>
      </w:r>
    </w:p>
  </w:footnote>
  <w:footnote w:type="continuationSeparator" w:id="0">
    <w:p w:rsidR="00D363BA" w:rsidRDefault="00D363BA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932" w:rsidRDefault="003075A8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0BB85573" wp14:editId="39B2E216">
          <wp:simplePos x="0" y="0"/>
          <wp:positionH relativeFrom="page">
            <wp:posOffset>3009900</wp:posOffset>
          </wp:positionH>
          <wp:positionV relativeFrom="page">
            <wp:posOffset>487680</wp:posOffset>
          </wp:positionV>
          <wp:extent cx="1546860" cy="411480"/>
          <wp:effectExtent l="0" t="0" r="0" b="762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rev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686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9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9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609"/>
    <w:rsid w:val="00004865"/>
    <w:rsid w:val="0000703F"/>
    <w:rsid w:val="0001534C"/>
    <w:rsid w:val="00017063"/>
    <w:rsid w:val="00017586"/>
    <w:rsid w:val="0002656E"/>
    <w:rsid w:val="00030F87"/>
    <w:rsid w:val="000423FF"/>
    <w:rsid w:val="00045E50"/>
    <w:rsid w:val="00062109"/>
    <w:rsid w:val="00081169"/>
    <w:rsid w:val="00094ABD"/>
    <w:rsid w:val="000A42E7"/>
    <w:rsid w:val="000B2946"/>
    <w:rsid w:val="000C4289"/>
    <w:rsid w:val="000C6781"/>
    <w:rsid w:val="000F36A3"/>
    <w:rsid w:val="000F4D15"/>
    <w:rsid w:val="00121584"/>
    <w:rsid w:val="001278A8"/>
    <w:rsid w:val="00127940"/>
    <w:rsid w:val="00131F5D"/>
    <w:rsid w:val="0013244F"/>
    <w:rsid w:val="00153F40"/>
    <w:rsid w:val="00165D2F"/>
    <w:rsid w:val="00182651"/>
    <w:rsid w:val="001842BF"/>
    <w:rsid w:val="001A2678"/>
    <w:rsid w:val="001D0093"/>
    <w:rsid w:val="001D6BD9"/>
    <w:rsid w:val="001E79D1"/>
    <w:rsid w:val="001F374B"/>
    <w:rsid w:val="00203DE6"/>
    <w:rsid w:val="00207BEC"/>
    <w:rsid w:val="0022582F"/>
    <w:rsid w:val="00244D70"/>
    <w:rsid w:val="0026468A"/>
    <w:rsid w:val="00267514"/>
    <w:rsid w:val="002870F4"/>
    <w:rsid w:val="002C258E"/>
    <w:rsid w:val="002D18B2"/>
    <w:rsid w:val="002E233E"/>
    <w:rsid w:val="002E30A1"/>
    <w:rsid w:val="002E6B15"/>
    <w:rsid w:val="002E74A4"/>
    <w:rsid w:val="003075A8"/>
    <w:rsid w:val="00322440"/>
    <w:rsid w:val="00327DFC"/>
    <w:rsid w:val="00351C70"/>
    <w:rsid w:val="003B35B0"/>
    <w:rsid w:val="003C4F9F"/>
    <w:rsid w:val="003C60F1"/>
    <w:rsid w:val="003F52AC"/>
    <w:rsid w:val="00404BF7"/>
    <w:rsid w:val="004141C6"/>
    <w:rsid w:val="00415896"/>
    <w:rsid w:val="00416196"/>
    <w:rsid w:val="00424709"/>
    <w:rsid w:val="00425F90"/>
    <w:rsid w:val="00446687"/>
    <w:rsid w:val="00455537"/>
    <w:rsid w:val="00466136"/>
    <w:rsid w:val="00484640"/>
    <w:rsid w:val="00491D5C"/>
    <w:rsid w:val="004A5600"/>
    <w:rsid w:val="004B5150"/>
    <w:rsid w:val="004C01B2"/>
    <w:rsid w:val="004D0A20"/>
    <w:rsid w:val="004D3609"/>
    <w:rsid w:val="004D46CB"/>
    <w:rsid w:val="004E5FA3"/>
    <w:rsid w:val="00503680"/>
    <w:rsid w:val="00504882"/>
    <w:rsid w:val="00522DA7"/>
    <w:rsid w:val="00525897"/>
    <w:rsid w:val="00530A82"/>
    <w:rsid w:val="00535188"/>
    <w:rsid w:val="0053662E"/>
    <w:rsid w:val="00546077"/>
    <w:rsid w:val="00562DFF"/>
    <w:rsid w:val="00563829"/>
    <w:rsid w:val="005A28D4"/>
    <w:rsid w:val="005B4028"/>
    <w:rsid w:val="005C5F97"/>
    <w:rsid w:val="005F1580"/>
    <w:rsid w:val="005F3493"/>
    <w:rsid w:val="005F3ED8"/>
    <w:rsid w:val="00637CAF"/>
    <w:rsid w:val="00642CBC"/>
    <w:rsid w:val="00655B49"/>
    <w:rsid w:val="00681D83"/>
    <w:rsid w:val="006900C2"/>
    <w:rsid w:val="00694421"/>
    <w:rsid w:val="006B0F61"/>
    <w:rsid w:val="006B30A9"/>
    <w:rsid w:val="0070267E"/>
    <w:rsid w:val="00703B3F"/>
    <w:rsid w:val="00706E32"/>
    <w:rsid w:val="00707273"/>
    <w:rsid w:val="00713F98"/>
    <w:rsid w:val="007154F3"/>
    <w:rsid w:val="007327A9"/>
    <w:rsid w:val="007546AF"/>
    <w:rsid w:val="00765934"/>
    <w:rsid w:val="00770410"/>
    <w:rsid w:val="00775409"/>
    <w:rsid w:val="00786FCF"/>
    <w:rsid w:val="0078774E"/>
    <w:rsid w:val="007A1B96"/>
    <w:rsid w:val="007E0E19"/>
    <w:rsid w:val="007E2CF5"/>
    <w:rsid w:val="007E373C"/>
    <w:rsid w:val="00801F34"/>
    <w:rsid w:val="00807D6C"/>
    <w:rsid w:val="00824115"/>
    <w:rsid w:val="00841F80"/>
    <w:rsid w:val="008531FB"/>
    <w:rsid w:val="00864D45"/>
    <w:rsid w:val="008662D3"/>
    <w:rsid w:val="00892D08"/>
    <w:rsid w:val="00893791"/>
    <w:rsid w:val="008B5B59"/>
    <w:rsid w:val="008D000A"/>
    <w:rsid w:val="008D2509"/>
    <w:rsid w:val="008D5A02"/>
    <w:rsid w:val="008E2ECE"/>
    <w:rsid w:val="008E4C26"/>
    <w:rsid w:val="008E5A6D"/>
    <w:rsid w:val="008F32DF"/>
    <w:rsid w:val="008F4D20"/>
    <w:rsid w:val="00902C3D"/>
    <w:rsid w:val="0092171B"/>
    <w:rsid w:val="00947BA0"/>
    <w:rsid w:val="00951B25"/>
    <w:rsid w:val="00983B74"/>
    <w:rsid w:val="00986D8F"/>
    <w:rsid w:val="00990263"/>
    <w:rsid w:val="009A2571"/>
    <w:rsid w:val="009A4CCC"/>
    <w:rsid w:val="009E0471"/>
    <w:rsid w:val="009E4B94"/>
    <w:rsid w:val="009F18F2"/>
    <w:rsid w:val="00A239DF"/>
    <w:rsid w:val="00A262CF"/>
    <w:rsid w:val="00AB149E"/>
    <w:rsid w:val="00AB29A0"/>
    <w:rsid w:val="00AB3463"/>
    <w:rsid w:val="00AB5B85"/>
    <w:rsid w:val="00AD043D"/>
    <w:rsid w:val="00AD0C8A"/>
    <w:rsid w:val="00AE1404"/>
    <w:rsid w:val="00AF1D02"/>
    <w:rsid w:val="00B00D92"/>
    <w:rsid w:val="00B31CF7"/>
    <w:rsid w:val="00B3548C"/>
    <w:rsid w:val="00B421B6"/>
    <w:rsid w:val="00B430B4"/>
    <w:rsid w:val="00B5082D"/>
    <w:rsid w:val="00B5346F"/>
    <w:rsid w:val="00B64C73"/>
    <w:rsid w:val="00B6504E"/>
    <w:rsid w:val="00B93951"/>
    <w:rsid w:val="00B9508F"/>
    <w:rsid w:val="00B96502"/>
    <w:rsid w:val="00B96937"/>
    <w:rsid w:val="00B96D2A"/>
    <w:rsid w:val="00BC22A9"/>
    <w:rsid w:val="00BC24ED"/>
    <w:rsid w:val="00BC590D"/>
    <w:rsid w:val="00C173F9"/>
    <w:rsid w:val="00C2782C"/>
    <w:rsid w:val="00C310A8"/>
    <w:rsid w:val="00C31791"/>
    <w:rsid w:val="00C51167"/>
    <w:rsid w:val="00C605DF"/>
    <w:rsid w:val="00C62DBD"/>
    <w:rsid w:val="00C71C8E"/>
    <w:rsid w:val="00C86D85"/>
    <w:rsid w:val="00CA61D4"/>
    <w:rsid w:val="00CB33DF"/>
    <w:rsid w:val="00CC0BE2"/>
    <w:rsid w:val="00CC6322"/>
    <w:rsid w:val="00CD5714"/>
    <w:rsid w:val="00CE262C"/>
    <w:rsid w:val="00CE5C53"/>
    <w:rsid w:val="00CF73BA"/>
    <w:rsid w:val="00D0360E"/>
    <w:rsid w:val="00D243BB"/>
    <w:rsid w:val="00D363BA"/>
    <w:rsid w:val="00D3786F"/>
    <w:rsid w:val="00D66542"/>
    <w:rsid w:val="00D66E2C"/>
    <w:rsid w:val="00D96141"/>
    <w:rsid w:val="00DB31AF"/>
    <w:rsid w:val="00DB6E2D"/>
    <w:rsid w:val="00DB743D"/>
    <w:rsid w:val="00DC2AB9"/>
    <w:rsid w:val="00DC38FB"/>
    <w:rsid w:val="00DD4A74"/>
    <w:rsid w:val="00DE2B28"/>
    <w:rsid w:val="00DE68F3"/>
    <w:rsid w:val="00DF0E45"/>
    <w:rsid w:val="00DF207D"/>
    <w:rsid w:val="00E05FF2"/>
    <w:rsid w:val="00E13E84"/>
    <w:rsid w:val="00E13F68"/>
    <w:rsid w:val="00E1438D"/>
    <w:rsid w:val="00E26493"/>
    <w:rsid w:val="00E370C3"/>
    <w:rsid w:val="00E434D1"/>
    <w:rsid w:val="00E47932"/>
    <w:rsid w:val="00E66240"/>
    <w:rsid w:val="00E75ED1"/>
    <w:rsid w:val="00EB603A"/>
    <w:rsid w:val="00ED7096"/>
    <w:rsid w:val="00EE4C34"/>
    <w:rsid w:val="00EF0F9B"/>
    <w:rsid w:val="00EF55B3"/>
    <w:rsid w:val="00F002D7"/>
    <w:rsid w:val="00F05EEC"/>
    <w:rsid w:val="00F23AA3"/>
    <w:rsid w:val="00F26552"/>
    <w:rsid w:val="00F2770A"/>
    <w:rsid w:val="00F34E84"/>
    <w:rsid w:val="00F45445"/>
    <w:rsid w:val="00F540A8"/>
    <w:rsid w:val="00F6027B"/>
    <w:rsid w:val="00F63834"/>
    <w:rsid w:val="00F94967"/>
    <w:rsid w:val="00FA6475"/>
    <w:rsid w:val="00FC4E3D"/>
    <w:rsid w:val="00FC511D"/>
    <w:rsid w:val="00FC6B3E"/>
    <w:rsid w:val="00FC7F59"/>
    <w:rsid w:val="00FE2C9C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535188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Ind w:w="0" w:type="dxa"/>
      <w:tblBorders>
        <w:top w:val="single" w:sz="8" w:space="0" w:color="14143C" w:themeColor="accent1"/>
        <w:bottom w:val="single" w:sz="8" w:space="0" w:color="14143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535188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Ind w:w="0" w:type="dxa"/>
      <w:tblBorders>
        <w:top w:val="single" w:sz="8" w:space="0" w:color="14143C" w:themeColor="accent1"/>
        <w:bottom w:val="single" w:sz="8" w:space="0" w:color="14143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ari@di.dk" TargetMode="External"/><Relationship Id="rId18" Type="http://schemas.openxmlformats.org/officeDocument/2006/relationships/hyperlink" Target="mailto:export@dk-export.dk" TargetMode="External"/><Relationship Id="rId26" Type="http://schemas.openxmlformats.org/officeDocument/2006/relationships/hyperlink" Target="mailto:post@finansogleasing.dk" TargetMode="External"/><Relationship Id="rId39" Type="http://schemas.openxmlformats.org/officeDocument/2006/relationships/hyperlink" Target="mailto:sik@sik.dk" TargetMode="External"/><Relationship Id="rId3" Type="http://schemas.microsoft.com/office/2007/relationships/stylesWithEffects" Target="stylesWithEffects.xml"/><Relationship Id="rId21" Type="http://schemas.openxmlformats.org/officeDocument/2006/relationships/hyperlink" Target="mailto:methanolassociation@gmail.com" TargetMode="External"/><Relationship Id="rId34" Type="http://schemas.openxmlformats.org/officeDocument/2006/relationships/hyperlink" Target="mailto:kfst@kfst.dk" TargetMode="External"/><Relationship Id="rId42" Type="http://schemas.openxmlformats.org/officeDocument/2006/relationships/header" Target="header1.xml"/><Relationship Id="rId47" Type="http://schemas.openxmlformats.org/officeDocument/2006/relationships/footer" Target="footer3.xm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ae@ae.dk" TargetMode="External"/><Relationship Id="rId17" Type="http://schemas.openxmlformats.org/officeDocument/2006/relationships/hyperlink" Target="mailto:cad@cad.dk" TargetMode="External"/><Relationship Id="rId25" Type="http://schemas.openxmlformats.org/officeDocument/2006/relationships/hyperlink" Target="mailto:dtu@dtu.dk" TargetMode="External"/><Relationship Id="rId33" Type="http://schemas.openxmlformats.org/officeDocument/2006/relationships/hyperlink" Target="mailto:lg@kr.dk" TargetMode="External"/><Relationship Id="rId38" Type="http://schemas.openxmlformats.org/officeDocument/2006/relationships/hyperlink" Target="mailto:sek@sek.dk" TargetMode="External"/><Relationship Id="rId46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mailto:margrethe.noergaard@skat.dk" TargetMode="External"/><Relationship Id="rId20" Type="http://schemas.openxmlformats.org/officeDocument/2006/relationships/hyperlink" Target="mailto:info@dagligvareleverandorerne.dk" TargetMode="External"/><Relationship Id="rId29" Type="http://schemas.openxmlformats.org/officeDocument/2006/relationships/hyperlink" Target="mailto:fk@fmk.dk" TargetMode="External"/><Relationship Id="rId41" Type="http://schemas.openxmlformats.org/officeDocument/2006/relationships/hyperlink" Target="mailto:wwf@wwf.dk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jh@alu.dk" TargetMode="External"/><Relationship Id="rId24" Type="http://schemas.openxmlformats.org/officeDocument/2006/relationships/hyperlink" Target="mailto:MikaelSjoberg@OestreLandsret.dk" TargetMode="External"/><Relationship Id="rId32" Type="http://schemas.openxmlformats.org/officeDocument/2006/relationships/hyperlink" Target="mailto:kl@kl.dk" TargetMode="External"/><Relationship Id="rId37" Type="http://schemas.openxmlformats.org/officeDocument/2006/relationships/hyperlink" Target="mailto:info@sala.dk" TargetMode="External"/><Relationship Id="rId40" Type="http://schemas.openxmlformats.org/officeDocument/2006/relationships/hyperlink" Target="mailto:juraskat@skat.dk" TargetMode="External"/><Relationship Id="rId45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forbundet@blikroer.dk" TargetMode="External"/><Relationship Id="rId23" Type="http://schemas.openxmlformats.org/officeDocument/2006/relationships/hyperlink" Target="mailto:thl@lf.dk" TargetMode="External"/><Relationship Id="rId28" Type="http://schemas.openxmlformats.org/officeDocument/2006/relationships/hyperlink" Target="mailto:aksel@toldergaard.dk" TargetMode="External"/><Relationship Id="rId36" Type="http://schemas.openxmlformats.org/officeDocument/2006/relationships/hyperlink" Target="mailto:lederne@lederne.dk" TargetMode="External"/><Relationship Id="rId49" Type="http://schemas.openxmlformats.org/officeDocument/2006/relationships/glossaryDocument" Target="glossary/document.xml"/><Relationship Id="rId10" Type="http://schemas.openxmlformats.org/officeDocument/2006/relationships/hyperlink" Target="mailto:ac@ac.dk" TargetMode="External"/><Relationship Id="rId19" Type="http://schemas.openxmlformats.org/officeDocument/2006/relationships/hyperlink" Target="mailto:thh@dlg.dk" TargetMode="External"/><Relationship Id="rId31" Type="http://schemas.openxmlformats.org/officeDocument/2006/relationships/hyperlink" Target="mailto:hoering@horesta.dk" TargetMode="External"/><Relationship Id="rId44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ffaldplus@affaldplus.dk" TargetMode="External"/><Relationship Id="rId14" Type="http://schemas.openxmlformats.org/officeDocument/2006/relationships/hyperlink" Target="mailto:Pote@atp.dk" TargetMode="External"/><Relationship Id="rId22" Type="http://schemas.openxmlformats.org/officeDocument/2006/relationships/hyperlink" Target="mailto:info@dmogt.dk" TargetMode="External"/><Relationship Id="rId27" Type="http://schemas.openxmlformats.org/officeDocument/2006/relationships/hyperlink" Target="mailto:fdr@fdr.dk" TargetMode="External"/><Relationship Id="rId30" Type="http://schemas.openxmlformats.org/officeDocument/2006/relationships/hyperlink" Target="mailto:hofor@hofor.dk" TargetMode="External"/><Relationship Id="rId35" Type="http://schemas.openxmlformats.org/officeDocument/2006/relationships/hyperlink" Target="mailto:sanst@sanst.dk" TargetMode="External"/><Relationship Id="rId43" Type="http://schemas.openxmlformats.org/officeDocument/2006/relationships/header" Target="header2.xml"/><Relationship Id="rId48" Type="http://schemas.openxmlformats.org/officeDocument/2006/relationships/fontTable" Target="fontTable.xml"/><Relationship Id="rId8" Type="http://schemas.openxmlformats.org/officeDocument/2006/relationships/hyperlink" Target="mailto:john.frederiksen@3f.dk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19080\AppData\Roaming\Microsoft\Skabeloner\Skatteministeriet%20Grundskabelon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4704C1ED7A5464FAA6345826EBA6838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476CEA2F-0A87-4335-B9B2-3FE899F0ED91}"/>
      </w:docPartPr>
      <w:docPartBody>
        <w:p w:rsidR="00590514" w:rsidRDefault="00F15299" w:rsidP="00F15299">
          <w:pPr>
            <w:pStyle w:val="94704C1ED7A5464FAA6345826EBA6838"/>
          </w:pPr>
          <w:r>
            <w:rPr>
              <w:rStyle w:val="Pladsholdertekst"/>
            </w:rPr>
            <w:t>Klik og vælg dato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929"/>
    <w:rsid w:val="00590514"/>
    <w:rsid w:val="005B3929"/>
    <w:rsid w:val="00BE228A"/>
    <w:rsid w:val="00F15299"/>
    <w:rsid w:val="00FB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F15299"/>
    <w:rPr>
      <w:color w:val="auto"/>
    </w:rPr>
  </w:style>
  <w:style w:type="paragraph" w:customStyle="1" w:styleId="1B23A591BDC942628314277C707902E2">
    <w:name w:val="1B23A591BDC942628314277C707902E2"/>
  </w:style>
  <w:style w:type="paragraph" w:customStyle="1" w:styleId="94704C1ED7A5464FAA6345826EBA6838">
    <w:name w:val="94704C1ED7A5464FAA6345826EBA6838"/>
    <w:rsid w:val="00F1529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F15299"/>
    <w:rPr>
      <w:color w:val="auto"/>
    </w:rPr>
  </w:style>
  <w:style w:type="paragraph" w:customStyle="1" w:styleId="1B23A591BDC942628314277C707902E2">
    <w:name w:val="1B23A591BDC942628314277C707902E2"/>
  </w:style>
  <w:style w:type="paragraph" w:customStyle="1" w:styleId="94704C1ED7A5464FAA6345826EBA6838">
    <w:name w:val="94704C1ED7A5464FAA6345826EBA6838"/>
    <w:rsid w:val="00F152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katteministeriet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D1C5C3"/>
      </a:accent3>
      <a:accent4>
        <a:srgbClr val="E3DCDB"/>
      </a:accent4>
      <a:accent5>
        <a:srgbClr val="B1DACA"/>
      </a:accent5>
      <a:accent6>
        <a:srgbClr val="D0E9DF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Skatteministeriet Grundskabelon</Template>
  <TotalTime>0</TotalTime>
  <Pages>4</Pages>
  <Words>659</Words>
  <Characters>7447</Characters>
  <Application>Microsoft Office Word</Application>
  <DocSecurity>0</DocSecurity>
  <Lines>413</Lines>
  <Paragraphs>405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2014-08-20T13:59:00Z</dcterms:created>
  <dcterms:modified xsi:type="dcterms:W3CDTF">2014-08-20T14:00:00Z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title">
    <vt:lpwstr>høringsliste </vt:lpwstr>
  </property>
  <property fmtid="{D5CDD505-2E9C-101B-9397-08002B2CF9AE}" pid="4" name="path">
    <vt:lpwstr>C:\Users\w07365\AppData\Local\Temp\SJ20140820135944591.DOCX</vt:lpwstr>
  </property>
</Properties>
</file>